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B29" w:rsidRPr="00CE0243" w:rsidRDefault="00FC4B29" w:rsidP="005B35CD">
      <w:pPr>
        <w:jc w:val="center"/>
        <w:rPr>
          <w:rFonts w:ascii="Segoe UI Light" w:hAnsi="Segoe UI Light" w:cs="Segoe UI Light"/>
          <w:sz w:val="36"/>
        </w:rPr>
      </w:pPr>
      <w:r w:rsidRPr="00ED3A4C">
        <w:rPr>
          <w:rFonts w:ascii="Segoe UI Light" w:hAnsi="Segoe UI Light" w:cs="Segoe UI Light"/>
          <w:sz w:val="36"/>
        </w:rPr>
        <w:t>Set 7:  Words ending in ‘ance ’ and ‘ence ’</w:t>
      </w:r>
    </w:p>
    <w:tbl>
      <w:tblPr>
        <w:tblpPr w:leftFromText="180" w:rightFromText="180" w:vertAnchor="page" w:horzAnchor="margin" w:tblpXSpec="center" w:tblpY="1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4"/>
        <w:gridCol w:w="2703"/>
        <w:gridCol w:w="2311"/>
        <w:gridCol w:w="2311"/>
      </w:tblGrid>
      <w:tr w:rsidR="00FC4B29" w:rsidRPr="000E32F3" w:rsidTr="000E32F3">
        <w:trPr>
          <w:trHeight w:val="558"/>
        </w:trPr>
        <w:tc>
          <w:tcPr>
            <w:tcW w:w="2694" w:type="dxa"/>
          </w:tcPr>
          <w:p w:rsidR="00FC4B29" w:rsidRPr="000E32F3" w:rsidRDefault="00FC4B29" w:rsidP="000E32F3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</w:pPr>
            <w:r w:rsidRPr="000E32F3"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FC4B29" w:rsidRPr="000E32F3" w:rsidRDefault="00FC4B29" w:rsidP="000E32F3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0E32F3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0E32F3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0E32F3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FC4B29" w:rsidRPr="000E32F3" w:rsidRDefault="00FC4B29" w:rsidP="000E32F3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0E32F3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0E32F3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0E32F3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FC4B29" w:rsidRPr="000E32F3" w:rsidRDefault="00FC4B29" w:rsidP="000E32F3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0E32F3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0E32F3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0E32F3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FC4B29" w:rsidRPr="000E32F3" w:rsidTr="000E32F3">
        <w:tc>
          <w:tcPr>
            <w:tcW w:w="2694" w:type="dxa"/>
          </w:tcPr>
          <w:p w:rsidR="00FC4B29" w:rsidRPr="000E32F3" w:rsidRDefault="00FC4B29" w:rsidP="000E32F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E32F3">
              <w:rPr>
                <w:rFonts w:ascii="Segoe UI Light" w:hAnsi="Segoe UI Light" w:cs="Segoe UI Light"/>
                <w:sz w:val="36"/>
                <w:szCs w:val="36"/>
              </w:rPr>
              <w:t>assist</w:t>
            </w:r>
            <w:bookmarkStart w:id="0" w:name="_GoBack"/>
            <w:bookmarkEnd w:id="0"/>
            <w:r w:rsidRPr="000E32F3">
              <w:rPr>
                <w:rFonts w:ascii="Segoe UI Light" w:hAnsi="Segoe UI Light" w:cs="Segoe UI Light"/>
                <w:sz w:val="36"/>
                <w:szCs w:val="36"/>
              </w:rPr>
              <w:t>ant</w:t>
            </w:r>
          </w:p>
        </w:tc>
        <w:tc>
          <w:tcPr>
            <w:tcW w:w="2703" w:type="dxa"/>
          </w:tcPr>
          <w:p w:rsidR="00FC4B29" w:rsidRPr="000E32F3" w:rsidRDefault="00FC4B29" w:rsidP="000E32F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FC4B29" w:rsidRPr="000E32F3" w:rsidRDefault="00FC4B29" w:rsidP="000E32F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FC4B29" w:rsidRPr="000E32F3" w:rsidRDefault="00FC4B29" w:rsidP="000E32F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FC4B29" w:rsidRPr="000E32F3" w:rsidTr="000E32F3">
        <w:tc>
          <w:tcPr>
            <w:tcW w:w="2694" w:type="dxa"/>
          </w:tcPr>
          <w:p w:rsidR="00FC4B29" w:rsidRPr="000E32F3" w:rsidRDefault="00FC4B29" w:rsidP="000E32F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E32F3">
              <w:rPr>
                <w:rFonts w:ascii="Segoe UI Light" w:hAnsi="Segoe UI Light" w:cs="Segoe UI Light"/>
                <w:sz w:val="36"/>
                <w:szCs w:val="36"/>
              </w:rPr>
              <w:t>assistance</w:t>
            </w:r>
          </w:p>
        </w:tc>
        <w:tc>
          <w:tcPr>
            <w:tcW w:w="2703" w:type="dxa"/>
          </w:tcPr>
          <w:p w:rsidR="00FC4B29" w:rsidRPr="000E32F3" w:rsidRDefault="00FC4B29" w:rsidP="000E32F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FC4B29" w:rsidRPr="000E32F3" w:rsidRDefault="00FC4B29" w:rsidP="000E32F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FC4B29" w:rsidRPr="000E32F3" w:rsidRDefault="00FC4B29" w:rsidP="000E32F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FC4B29" w:rsidRPr="000E32F3" w:rsidTr="000E32F3">
        <w:tc>
          <w:tcPr>
            <w:tcW w:w="2694" w:type="dxa"/>
          </w:tcPr>
          <w:p w:rsidR="00FC4B29" w:rsidRPr="000E32F3" w:rsidRDefault="00FC4B29" w:rsidP="000E32F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E32F3">
              <w:rPr>
                <w:rFonts w:ascii="Segoe UI Light" w:hAnsi="Segoe UI Light" w:cs="Segoe UI Light"/>
                <w:sz w:val="36"/>
                <w:szCs w:val="36"/>
              </w:rPr>
              <w:t>resistant</w:t>
            </w:r>
          </w:p>
        </w:tc>
        <w:tc>
          <w:tcPr>
            <w:tcW w:w="2703" w:type="dxa"/>
          </w:tcPr>
          <w:p w:rsidR="00FC4B29" w:rsidRPr="000E32F3" w:rsidRDefault="00FC4B29" w:rsidP="000E32F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FC4B29" w:rsidRPr="000E32F3" w:rsidRDefault="00FC4B29" w:rsidP="000E32F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FC4B29" w:rsidRPr="000E32F3" w:rsidRDefault="00FC4B29" w:rsidP="000E32F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FC4B29" w:rsidRPr="000E32F3" w:rsidTr="000E32F3">
        <w:tc>
          <w:tcPr>
            <w:tcW w:w="2694" w:type="dxa"/>
          </w:tcPr>
          <w:p w:rsidR="00FC4B29" w:rsidRPr="000E32F3" w:rsidRDefault="00FC4B29" w:rsidP="000E32F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E32F3">
              <w:rPr>
                <w:rFonts w:ascii="Segoe UI Light" w:hAnsi="Segoe UI Light" w:cs="Segoe UI Light"/>
                <w:sz w:val="36"/>
                <w:szCs w:val="36"/>
              </w:rPr>
              <w:t>resistance</w:t>
            </w:r>
          </w:p>
        </w:tc>
        <w:tc>
          <w:tcPr>
            <w:tcW w:w="2703" w:type="dxa"/>
          </w:tcPr>
          <w:p w:rsidR="00FC4B29" w:rsidRPr="000E32F3" w:rsidRDefault="00FC4B29" w:rsidP="000E32F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FC4B29" w:rsidRPr="000E32F3" w:rsidRDefault="00FC4B29" w:rsidP="000E32F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FC4B29" w:rsidRPr="000E32F3" w:rsidRDefault="00FC4B29" w:rsidP="000E32F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FC4B29" w:rsidRPr="000E32F3" w:rsidTr="000E32F3">
        <w:tc>
          <w:tcPr>
            <w:tcW w:w="2694" w:type="dxa"/>
          </w:tcPr>
          <w:p w:rsidR="00FC4B29" w:rsidRPr="000E32F3" w:rsidRDefault="00FC4B29" w:rsidP="000E32F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E32F3">
              <w:rPr>
                <w:rFonts w:ascii="Segoe UI Light" w:hAnsi="Segoe UI Light" w:cs="Segoe UI Light"/>
                <w:sz w:val="36"/>
                <w:szCs w:val="36"/>
              </w:rPr>
              <w:t>attendant</w:t>
            </w:r>
          </w:p>
        </w:tc>
        <w:tc>
          <w:tcPr>
            <w:tcW w:w="2703" w:type="dxa"/>
          </w:tcPr>
          <w:p w:rsidR="00FC4B29" w:rsidRPr="000E32F3" w:rsidRDefault="00FC4B29" w:rsidP="000E32F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FC4B29" w:rsidRPr="000E32F3" w:rsidRDefault="00FC4B29" w:rsidP="000E32F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FC4B29" w:rsidRPr="000E32F3" w:rsidRDefault="00FC4B29" w:rsidP="000E32F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FC4B29" w:rsidRPr="000E32F3" w:rsidTr="000E32F3">
        <w:tc>
          <w:tcPr>
            <w:tcW w:w="2694" w:type="dxa"/>
          </w:tcPr>
          <w:p w:rsidR="00FC4B29" w:rsidRPr="000E32F3" w:rsidRDefault="00FC4B29" w:rsidP="000E32F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E32F3">
              <w:rPr>
                <w:rFonts w:ascii="Segoe UI Light" w:hAnsi="Segoe UI Light" w:cs="Segoe UI Light"/>
                <w:sz w:val="36"/>
                <w:szCs w:val="36"/>
              </w:rPr>
              <w:t>attendance</w:t>
            </w:r>
          </w:p>
        </w:tc>
        <w:tc>
          <w:tcPr>
            <w:tcW w:w="2703" w:type="dxa"/>
          </w:tcPr>
          <w:p w:rsidR="00FC4B29" w:rsidRPr="000E32F3" w:rsidRDefault="00FC4B29" w:rsidP="000E32F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FC4B29" w:rsidRPr="000E32F3" w:rsidRDefault="00FC4B29" w:rsidP="000E32F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FC4B29" w:rsidRPr="000E32F3" w:rsidRDefault="00FC4B29" w:rsidP="000E32F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FC4B29" w:rsidRPr="000E32F3" w:rsidTr="000E32F3">
        <w:tc>
          <w:tcPr>
            <w:tcW w:w="2694" w:type="dxa"/>
          </w:tcPr>
          <w:p w:rsidR="00FC4B29" w:rsidRPr="000E32F3" w:rsidRDefault="00FC4B29" w:rsidP="000E32F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E32F3">
              <w:rPr>
                <w:rFonts w:ascii="Segoe UI Light" w:hAnsi="Segoe UI Light" w:cs="Segoe UI Light"/>
                <w:sz w:val="36"/>
                <w:szCs w:val="36"/>
              </w:rPr>
              <w:t>different</w:t>
            </w:r>
          </w:p>
        </w:tc>
        <w:tc>
          <w:tcPr>
            <w:tcW w:w="2703" w:type="dxa"/>
          </w:tcPr>
          <w:p w:rsidR="00FC4B29" w:rsidRPr="000E32F3" w:rsidRDefault="00FC4B29" w:rsidP="000E32F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FC4B29" w:rsidRPr="000E32F3" w:rsidRDefault="00FC4B29" w:rsidP="000E32F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FC4B29" w:rsidRPr="000E32F3" w:rsidRDefault="00FC4B29" w:rsidP="000E32F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FC4B29" w:rsidRPr="000E32F3" w:rsidTr="000E32F3">
        <w:tc>
          <w:tcPr>
            <w:tcW w:w="2694" w:type="dxa"/>
          </w:tcPr>
          <w:p w:rsidR="00FC4B29" w:rsidRPr="000E32F3" w:rsidRDefault="00FC4B29" w:rsidP="000E32F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E32F3">
              <w:rPr>
                <w:rFonts w:ascii="Segoe UI Light" w:hAnsi="Segoe UI Light" w:cs="Segoe UI Light"/>
                <w:sz w:val="36"/>
                <w:szCs w:val="36"/>
              </w:rPr>
              <w:t>difference</w:t>
            </w:r>
          </w:p>
        </w:tc>
        <w:tc>
          <w:tcPr>
            <w:tcW w:w="2703" w:type="dxa"/>
          </w:tcPr>
          <w:p w:rsidR="00FC4B29" w:rsidRPr="000E32F3" w:rsidRDefault="00FC4B29" w:rsidP="000E32F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FC4B29" w:rsidRPr="000E32F3" w:rsidRDefault="00FC4B29" w:rsidP="000E32F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FC4B29" w:rsidRPr="000E32F3" w:rsidRDefault="00FC4B29" w:rsidP="000E32F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FC4B29" w:rsidRPr="000E32F3" w:rsidTr="000E32F3">
        <w:tc>
          <w:tcPr>
            <w:tcW w:w="2694" w:type="dxa"/>
          </w:tcPr>
          <w:p w:rsidR="00FC4B29" w:rsidRPr="000E32F3" w:rsidRDefault="00FC4B29" w:rsidP="000E32F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E32F3">
              <w:rPr>
                <w:rFonts w:ascii="Segoe UI Light" w:hAnsi="Segoe UI Light" w:cs="Segoe UI Light"/>
                <w:sz w:val="36"/>
                <w:szCs w:val="36"/>
              </w:rPr>
              <w:t>silent</w:t>
            </w:r>
          </w:p>
        </w:tc>
        <w:tc>
          <w:tcPr>
            <w:tcW w:w="2703" w:type="dxa"/>
          </w:tcPr>
          <w:p w:rsidR="00FC4B29" w:rsidRPr="000E32F3" w:rsidRDefault="00FC4B29" w:rsidP="000E32F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FC4B29" w:rsidRPr="000E32F3" w:rsidRDefault="00FC4B29" w:rsidP="000E32F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FC4B29" w:rsidRPr="000E32F3" w:rsidRDefault="00FC4B29" w:rsidP="000E32F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FC4B29" w:rsidRPr="000E32F3" w:rsidTr="000E32F3">
        <w:tc>
          <w:tcPr>
            <w:tcW w:w="2694" w:type="dxa"/>
          </w:tcPr>
          <w:p w:rsidR="00FC4B29" w:rsidRPr="000E32F3" w:rsidRDefault="00FC4B29" w:rsidP="000E32F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E32F3">
              <w:rPr>
                <w:rFonts w:ascii="Segoe UI Light" w:hAnsi="Segoe UI Light" w:cs="Segoe UI Light"/>
                <w:sz w:val="36"/>
                <w:szCs w:val="36"/>
              </w:rPr>
              <w:t>silence</w:t>
            </w:r>
          </w:p>
        </w:tc>
        <w:tc>
          <w:tcPr>
            <w:tcW w:w="2703" w:type="dxa"/>
          </w:tcPr>
          <w:p w:rsidR="00FC4B29" w:rsidRPr="000E32F3" w:rsidRDefault="00FC4B29" w:rsidP="000E32F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FC4B29" w:rsidRPr="000E32F3" w:rsidRDefault="00FC4B29" w:rsidP="000E32F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FC4B29" w:rsidRPr="000E32F3" w:rsidRDefault="00FC4B29" w:rsidP="000E32F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FC4B29" w:rsidRPr="00F07B5A" w:rsidRDefault="00FC4B29">
      <w:pPr>
        <w:rPr>
          <w:rFonts w:ascii="Segoe UI Light" w:hAnsi="Segoe UI Light" w:cs="Segoe UI Light"/>
          <w:sz w:val="36"/>
          <w:szCs w:val="36"/>
        </w:rPr>
      </w:pPr>
    </w:p>
    <w:sectPr w:rsidR="00FC4B29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B29" w:rsidRDefault="00FC4B29">
      <w:r>
        <w:separator/>
      </w:r>
    </w:p>
  </w:endnote>
  <w:endnote w:type="continuationSeparator" w:id="0">
    <w:p w:rsidR="00FC4B29" w:rsidRDefault="00FC4B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B29" w:rsidRDefault="00FC4B29" w:rsidP="005D1FCE">
    <w:pPr>
      <w:pStyle w:val="Footer"/>
    </w:pPr>
    <w:r>
      <w:t>Swaffield Primary School 2014</w:t>
    </w:r>
  </w:p>
  <w:p w:rsidR="00FC4B29" w:rsidRDefault="00FC4B2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B29" w:rsidRDefault="00FC4B29">
      <w:r>
        <w:separator/>
      </w:r>
    </w:p>
  </w:footnote>
  <w:footnote w:type="continuationSeparator" w:id="0">
    <w:p w:rsidR="00FC4B29" w:rsidRDefault="00FC4B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57950"/>
    <w:rsid w:val="000717F2"/>
    <w:rsid w:val="000975AC"/>
    <w:rsid w:val="000A4078"/>
    <w:rsid w:val="000D68B6"/>
    <w:rsid w:val="000E32F3"/>
    <w:rsid w:val="0011235B"/>
    <w:rsid w:val="001336E2"/>
    <w:rsid w:val="001822D1"/>
    <w:rsid w:val="001B1BB7"/>
    <w:rsid w:val="001D28B2"/>
    <w:rsid w:val="001E27F6"/>
    <w:rsid w:val="00231321"/>
    <w:rsid w:val="00235594"/>
    <w:rsid w:val="002428F5"/>
    <w:rsid w:val="00253CB0"/>
    <w:rsid w:val="00264121"/>
    <w:rsid w:val="00264602"/>
    <w:rsid w:val="002913D2"/>
    <w:rsid w:val="002B4D2D"/>
    <w:rsid w:val="002F2831"/>
    <w:rsid w:val="003009F9"/>
    <w:rsid w:val="003068BA"/>
    <w:rsid w:val="003307A2"/>
    <w:rsid w:val="0034462B"/>
    <w:rsid w:val="0035628C"/>
    <w:rsid w:val="003943D9"/>
    <w:rsid w:val="003A03E1"/>
    <w:rsid w:val="003A498D"/>
    <w:rsid w:val="003A7F62"/>
    <w:rsid w:val="0041764F"/>
    <w:rsid w:val="00420E7A"/>
    <w:rsid w:val="00451747"/>
    <w:rsid w:val="00462340"/>
    <w:rsid w:val="00472EE9"/>
    <w:rsid w:val="0047379F"/>
    <w:rsid w:val="00491D0B"/>
    <w:rsid w:val="00493A32"/>
    <w:rsid w:val="004A72FC"/>
    <w:rsid w:val="004D2482"/>
    <w:rsid w:val="004F795A"/>
    <w:rsid w:val="00550399"/>
    <w:rsid w:val="00555CCC"/>
    <w:rsid w:val="005B06F6"/>
    <w:rsid w:val="005B35CD"/>
    <w:rsid w:val="005D1FCE"/>
    <w:rsid w:val="005F2137"/>
    <w:rsid w:val="005F5400"/>
    <w:rsid w:val="00607F53"/>
    <w:rsid w:val="00610DE4"/>
    <w:rsid w:val="00615DE4"/>
    <w:rsid w:val="00634FAB"/>
    <w:rsid w:val="00652B21"/>
    <w:rsid w:val="00655063"/>
    <w:rsid w:val="006912C6"/>
    <w:rsid w:val="006A0957"/>
    <w:rsid w:val="006A2188"/>
    <w:rsid w:val="006B7DB4"/>
    <w:rsid w:val="006C7C73"/>
    <w:rsid w:val="006F2785"/>
    <w:rsid w:val="00747105"/>
    <w:rsid w:val="007606DF"/>
    <w:rsid w:val="00760AE0"/>
    <w:rsid w:val="00776EEF"/>
    <w:rsid w:val="00792F5F"/>
    <w:rsid w:val="00796625"/>
    <w:rsid w:val="007B641D"/>
    <w:rsid w:val="00840AC0"/>
    <w:rsid w:val="00886C0C"/>
    <w:rsid w:val="00895474"/>
    <w:rsid w:val="008B1CED"/>
    <w:rsid w:val="008B3CA7"/>
    <w:rsid w:val="008D72A7"/>
    <w:rsid w:val="008E2DF9"/>
    <w:rsid w:val="008F6B43"/>
    <w:rsid w:val="009A1D28"/>
    <w:rsid w:val="009B339F"/>
    <w:rsid w:val="009C6766"/>
    <w:rsid w:val="00A1772D"/>
    <w:rsid w:val="00A24174"/>
    <w:rsid w:val="00A300B9"/>
    <w:rsid w:val="00A806E2"/>
    <w:rsid w:val="00AB030A"/>
    <w:rsid w:val="00AD60DA"/>
    <w:rsid w:val="00B31C91"/>
    <w:rsid w:val="00B47958"/>
    <w:rsid w:val="00B94746"/>
    <w:rsid w:val="00BF0827"/>
    <w:rsid w:val="00C30F15"/>
    <w:rsid w:val="00C612DE"/>
    <w:rsid w:val="00C65D11"/>
    <w:rsid w:val="00C806C9"/>
    <w:rsid w:val="00C81C52"/>
    <w:rsid w:val="00C82E51"/>
    <w:rsid w:val="00CA6E2C"/>
    <w:rsid w:val="00CD1022"/>
    <w:rsid w:val="00CD7AFE"/>
    <w:rsid w:val="00CE0243"/>
    <w:rsid w:val="00CF3AD8"/>
    <w:rsid w:val="00CF4789"/>
    <w:rsid w:val="00CF7B1F"/>
    <w:rsid w:val="00D00BAB"/>
    <w:rsid w:val="00D37ABB"/>
    <w:rsid w:val="00D60F4F"/>
    <w:rsid w:val="00DB3634"/>
    <w:rsid w:val="00DB6F33"/>
    <w:rsid w:val="00DC3EFD"/>
    <w:rsid w:val="00E036CD"/>
    <w:rsid w:val="00E2191B"/>
    <w:rsid w:val="00E4661E"/>
    <w:rsid w:val="00E47374"/>
    <w:rsid w:val="00ED1D79"/>
    <w:rsid w:val="00ED3A4C"/>
    <w:rsid w:val="00EF44BD"/>
    <w:rsid w:val="00EF6473"/>
    <w:rsid w:val="00F0321D"/>
    <w:rsid w:val="00F07B5A"/>
    <w:rsid w:val="00F2332B"/>
    <w:rsid w:val="00F5777D"/>
    <w:rsid w:val="00F74158"/>
    <w:rsid w:val="00F96209"/>
    <w:rsid w:val="00FC4B29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5D1F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81FE4"/>
    <w:rPr>
      <w:lang w:eastAsia="en-US"/>
    </w:rPr>
  </w:style>
  <w:style w:type="paragraph" w:styleId="Footer">
    <w:name w:val="footer"/>
    <w:basedOn w:val="Normal"/>
    <w:link w:val="FooterChar"/>
    <w:uiPriority w:val="99"/>
    <w:rsid w:val="005D1F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D1FCE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130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0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0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0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0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0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0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0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0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32</Words>
  <Characters>186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3</cp:revision>
  <dcterms:created xsi:type="dcterms:W3CDTF">2013-12-08T14:17:00Z</dcterms:created>
  <dcterms:modified xsi:type="dcterms:W3CDTF">2014-07-14T14:36:00Z</dcterms:modified>
</cp:coreProperties>
</file>